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6D8512B" w14:textId="77777777" w:rsidR="00B14767" w:rsidRPr="00B14767" w:rsidRDefault="00B14767" w:rsidP="00B87D91">
      <w:pPr>
        <w:rPr>
          <w:b/>
          <w:color w:val="FF5200" w:themeColor="accent2"/>
          <w:sz w:val="16"/>
          <w:szCs w:val="16"/>
        </w:rPr>
      </w:pPr>
    </w:p>
    <w:p w14:paraId="523FE11F" w14:textId="07BC0D4F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A6239A" w:rsidRPr="000C4C74">
        <w:rPr>
          <w:b/>
          <w:color w:val="FF5200" w:themeColor="accent2"/>
          <w:sz w:val="36"/>
          <w:szCs w:val="36"/>
        </w:rPr>
        <w:t>„</w:t>
      </w:r>
      <w:r w:rsidR="00A6239A" w:rsidRPr="000F7844">
        <w:rPr>
          <w:b/>
          <w:color w:val="FF5200" w:themeColor="accent2"/>
          <w:sz w:val="36"/>
          <w:szCs w:val="36"/>
        </w:rPr>
        <w:t>Revize elektrických zařízení UTZ sdělovací a zabezpečovací techniky</w:t>
      </w:r>
      <w:r w:rsidR="002164CA">
        <w:rPr>
          <w:b/>
          <w:color w:val="FF5200" w:themeColor="accent2"/>
          <w:sz w:val="36"/>
          <w:szCs w:val="36"/>
        </w:rPr>
        <w:t xml:space="preserve"> v obvodu SSZT OŘ UNL</w:t>
      </w:r>
      <w:r w:rsidR="00A6239A" w:rsidRPr="000F7844">
        <w:rPr>
          <w:b/>
          <w:color w:val="FF5200" w:themeColor="accent2"/>
          <w:sz w:val="36"/>
          <w:szCs w:val="36"/>
        </w:rPr>
        <w:t xml:space="preserve"> 202</w:t>
      </w:r>
      <w:r w:rsidR="00A6239A">
        <w:rPr>
          <w:b/>
          <w:color w:val="FF5200" w:themeColor="accent2"/>
          <w:sz w:val="36"/>
          <w:szCs w:val="36"/>
        </w:rPr>
        <w:t>5</w:t>
      </w:r>
      <w:r w:rsidR="00A6239A" w:rsidRPr="000C4C7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B44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B44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33193/2024-SŽ-OŘ UNL-OVZ</w:t>
      </w:r>
    </w:p>
    <w:p w14:paraId="17BF68F3" w14:textId="77777777" w:rsidR="008C3152" w:rsidRPr="00B87D91" w:rsidRDefault="008C3152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="00EC18DE" w:rsidRPr="00E04CCD">
              <w:rPr>
                <w:rStyle w:val="Hypertextovodkaz"/>
                <w:noProof/>
              </w:rPr>
              <w:t>Kapitola 2.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základní způsobilosti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_Toc159923812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3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="00EC18DE" w:rsidRPr="00E04CCD">
              <w:rPr>
                <w:rStyle w:val="Hypertextovodkaz"/>
                <w:noProof/>
              </w:rPr>
              <w:t>Kapitola 3.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o střetu zájmů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_Toc159923813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4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="00EC18DE" w:rsidRPr="00E04CCD">
              <w:rPr>
                <w:rStyle w:val="Hypertextovodkaz"/>
                <w:noProof/>
              </w:rPr>
              <w:t>Kapitola 4.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_Toc159923814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5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="00EC18DE" w:rsidRPr="00E04CCD">
              <w:rPr>
                <w:rStyle w:val="Hypertextovodkaz"/>
                <w:noProof/>
              </w:rPr>
              <w:t>Kapitola 5.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technické kvalifikace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_Toc159923815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6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="00EC18DE" w:rsidRPr="00E04CCD">
              <w:rPr>
                <w:rStyle w:val="Hypertextovodkaz"/>
                <w:noProof/>
              </w:rPr>
              <w:t>Kapitola 6.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osob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_Toc159923816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7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="00EC18DE" w:rsidRPr="00E04CCD">
              <w:rPr>
                <w:rStyle w:val="Hypertextovodkaz"/>
                <w:noProof/>
              </w:rPr>
              <w:t>Kapitola 7.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ekonomické kvalifikaci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_Toc159923817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8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CBE28AD" w14:textId="2529FC3C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8.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C18DE">
              <w:rPr>
                <w:noProof/>
                <w:webHidden/>
              </w:rPr>
              <w:tab/>
            </w:r>
            <w:r w:rsidR="008C3152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_Toc159923818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9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9.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_Toc159923819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10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_Toc159923820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11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C61D910" w14:textId="56BE47FC" w:rsidR="00EC18DE" w:rsidRDefault="00AB44B1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="00EC18DE" w:rsidRPr="00E04CCD">
              <w:rPr>
                <w:rStyle w:val="Hypertextovodkaz"/>
                <w:noProof/>
                <w:lang w:eastAsia="cs-CZ"/>
              </w:rPr>
              <w:t>Kapitola 11.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C18DE">
              <w:rPr>
                <w:noProof/>
                <w:webHidden/>
              </w:rPr>
              <w:tab/>
            </w:r>
            <w:r w:rsidR="008C3152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EA185D5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8C3152">
        <w:t xml:space="preserve">Ing. Martinem Kašparem, ředitelem organizační jednotky, </w:t>
      </w:r>
      <w:r w:rsidR="008C3152">
        <w:tab/>
      </w:r>
      <w:r w:rsidR="008C3152">
        <w:tab/>
      </w:r>
      <w:r w:rsidR="008C3152">
        <w:tab/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F529807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C315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BA709A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B44B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B44B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28DD1A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8C3152" w:rsidRPr="008C3152">
        <w:rPr>
          <w:rFonts w:eastAsia="Times New Roman" w:cs="Times New Roman"/>
          <w:lang w:eastAsia="cs-CZ"/>
        </w:rPr>
        <w:t>2</w:t>
      </w:r>
      <w:r w:rsidR="00E85D44" w:rsidRPr="008C3152">
        <w:rPr>
          <w:rFonts w:eastAsia="Times New Roman" w:cs="Times New Roman"/>
          <w:lang w:eastAsia="cs-CZ"/>
        </w:rPr>
        <w:t xml:space="preserve"> významných služeb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AB44B1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8C3152">
        <w:rPr>
          <w:rFonts w:eastAsia="Times New Roman" w:cs="Times New Roman"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8C3152">
        <w:rPr>
          <w:rFonts w:eastAsia="Times New Roman" w:cs="Times New Roman"/>
          <w:lang w:eastAsia="cs-CZ"/>
        </w:rPr>
        <w:t>1 500 000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14EA26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A511B5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0B9930E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0D81A9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44645" w14:paraId="23E1AAD0" w14:textId="77777777" w:rsidTr="008C3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083B475F" w14:textId="77777777" w:rsidR="00F44645" w:rsidRPr="008C3152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8C315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652DAA0D" w14:textId="77777777" w:rsidR="00F44645" w:rsidRPr="008C315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C315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8C3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2362AB3B" w14:textId="260512CD" w:rsidR="00F44645" w:rsidRPr="008C3152" w:rsidRDefault="008C3152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8C3152">
              <w:rPr>
                <w:rFonts w:eastAsia="Times New Roman" w:cs="Times New Roman"/>
                <w:b/>
                <w:bCs/>
                <w:lang w:eastAsia="cs-CZ"/>
              </w:rPr>
              <w:t>Revizní technik UTZ</w:t>
            </w:r>
          </w:p>
        </w:tc>
        <w:tc>
          <w:tcPr>
            <w:tcW w:w="435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8C3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08B2CC60" w14:textId="58E07241" w:rsidR="00F44645" w:rsidRPr="008C3152" w:rsidRDefault="008C3152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8C3152">
              <w:rPr>
                <w:rFonts w:eastAsia="Times New Roman" w:cs="Times New Roman"/>
                <w:b/>
                <w:bCs/>
                <w:lang w:eastAsia="cs-CZ"/>
              </w:rPr>
              <w:t>Revizní technik UTZ</w:t>
            </w:r>
          </w:p>
        </w:tc>
        <w:tc>
          <w:tcPr>
            <w:tcW w:w="435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8C3152" w14:paraId="274AC354" w14:textId="77777777" w:rsidTr="008C3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8C315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8C3152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8C3152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8C3152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8C3152" w14:paraId="4057DA1D" w14:textId="77777777" w:rsidTr="008C3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8C3152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8C3152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8C3152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8C315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8C3152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8C315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8C3152">
        <w:rPr>
          <w:rFonts w:eastAsia="Times New Roman" w:cs="Times New Roman"/>
          <w:highlight w:val="green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8C3152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15548C72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  <w:r w:rsidR="008C3152">
        <w:t xml:space="preserve">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2CDB02A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2AFF3C9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B44B1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C3152">
        <w:rPr>
          <w:rFonts w:ascii="Verdana" w:hAnsi="Verdana"/>
        </w:rPr>
        <w:t>„</w:t>
      </w:r>
      <w:r w:rsidR="008C3152" w:rsidRPr="000F7844">
        <w:rPr>
          <w:rFonts w:ascii="Verdana" w:hAnsi="Verdana"/>
          <w:b/>
          <w:bCs/>
        </w:rPr>
        <w:t>Revize elektrických zařízení UTZ sdělovací a zabezpečovací techniky 202</w:t>
      </w:r>
      <w:r w:rsidR="008C3152">
        <w:rPr>
          <w:rFonts w:ascii="Verdana" w:hAnsi="Verdana"/>
          <w:b/>
          <w:bCs/>
        </w:rPr>
        <w:t>5</w:t>
      </w:r>
      <w:r w:rsidR="008C3152">
        <w:rPr>
          <w:rFonts w:ascii="Verdana" w:hAnsi="Verdana"/>
        </w:rPr>
        <w:t>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956918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B44B1">
        <w:rPr>
          <w:rFonts w:ascii="Verdana" w:hAnsi="Verdana"/>
        </w:rPr>
      </w:r>
      <w:r w:rsidR="00AB44B1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C3152">
        <w:rPr>
          <w:rFonts w:ascii="Verdana" w:hAnsi="Verdana"/>
        </w:rPr>
        <w:t>„</w:t>
      </w:r>
      <w:r w:rsidR="008C3152" w:rsidRPr="000F7844">
        <w:rPr>
          <w:rFonts w:ascii="Verdana" w:hAnsi="Verdana"/>
          <w:b/>
          <w:bCs/>
        </w:rPr>
        <w:t>Revize elektrických zařízení UTZ sdělovací a zabezpečovací techniky 202</w:t>
      </w:r>
      <w:r w:rsidR="008C3152">
        <w:rPr>
          <w:rFonts w:ascii="Verdana" w:hAnsi="Verdana"/>
          <w:b/>
          <w:bCs/>
        </w:rPr>
        <w:t>5</w:t>
      </w:r>
      <w:r w:rsidR="008C3152">
        <w:rPr>
          <w:rFonts w:ascii="Verdana" w:hAnsi="Verdana"/>
        </w:rPr>
        <w:t>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8"/>
        <w:gridCol w:w="2978"/>
        <w:gridCol w:w="2740"/>
      </w:tblGrid>
      <w:tr w:rsidR="00FB7211" w14:paraId="790221D6" w14:textId="77777777" w:rsidTr="008C3152">
        <w:trPr>
          <w:cantSplit/>
        </w:trPr>
        <w:tc>
          <w:tcPr>
            <w:tcW w:w="17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714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8C3152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</w:sdtPr>
          <w:sdtEndPr/>
          <w:sdtContent>
            <w:tc>
              <w:tcPr>
                <w:tcW w:w="1708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22260B97" w:rsidR="00FB7211" w:rsidRDefault="008C3152" w:rsidP="00FB7211">
                <w:pPr>
                  <w:jc w:val="center"/>
                  <w:rPr>
                    <w:rFonts w:ascii="Verdana" w:hAnsi="Verdana" w:cs="Times New Roman"/>
                  </w:rPr>
                </w:pPr>
                <w:r w:rsidRPr="008C3152">
                  <w:rPr>
                    <w:rFonts w:ascii="Verdana" w:hAnsi="Verdana"/>
                    <w:b/>
                    <w:bCs/>
                  </w:rPr>
                  <w:t>TZE (požadováno u pozice Revizní technik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714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green"/>
            </w:rPr>
            <w:id w:val="-374544623"/>
            <w:placeholder>
              <w:docPart w:val="4E39395637AE4EF9B47EEBD8F0FB9DA4"/>
            </w:placeholder>
          </w:sdtPr>
          <w:sdtEndPr/>
          <w:sdtContent>
            <w:tc>
              <w:tcPr>
                <w:tcW w:w="1577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77C04478" w:rsidR="00FB7211" w:rsidRDefault="00AF3E3E" w:rsidP="00FB7211">
                <w:pPr>
                  <w:jc w:val="center"/>
                  <w:rPr>
                    <w:rFonts w:ascii="Verdana" w:hAnsi="Verdana"/>
                  </w:rPr>
                </w:pPr>
                <w:r w:rsidRPr="00AF3E3E">
                  <w:rPr>
                    <w:rFonts w:ascii="Verdana" w:hAnsi="Verdana"/>
                    <w:highlight w:val="green"/>
                  </w:rPr>
                  <w:t>zaměstnanecký/smluvní</w:t>
                </w:r>
              </w:p>
            </w:tc>
          </w:sdtContent>
        </w:sdt>
      </w:tr>
      <w:tr w:rsidR="00FB7211" w14:paraId="002845AE" w14:textId="77777777" w:rsidTr="008C3152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7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5B243F43" w:rsidR="00FB7211" w:rsidRDefault="008C3152" w:rsidP="00FB7211">
                <w:pPr>
                  <w:jc w:val="center"/>
                  <w:rPr>
                    <w:rFonts w:ascii="Verdana" w:hAnsi="Verdana"/>
                  </w:rPr>
                </w:pPr>
                <w:r w:rsidRPr="008C3152">
                  <w:rPr>
                    <w:rFonts w:ascii="Verdana" w:hAnsi="Verdana"/>
                    <w:b/>
                    <w:bCs/>
                  </w:rPr>
                  <w:t>TZE (požadováno u pozice Revizní technik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714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green"/>
            </w:rPr>
            <w:id w:val="-697230593"/>
            <w:placeholder>
              <w:docPart w:val="184FA291A7FA49479B872B7D61105EF6"/>
            </w:placeholder>
          </w:sdtPr>
          <w:sdtEndPr/>
          <w:sdtContent>
            <w:tc>
              <w:tcPr>
                <w:tcW w:w="157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1D278E9A" w:rsidR="00FB7211" w:rsidRDefault="00AF3E3E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highlight w:val="green"/>
                  </w:rPr>
                  <w:t>z</w:t>
                </w:r>
                <w:r w:rsidRPr="00AF3E3E">
                  <w:rPr>
                    <w:rFonts w:ascii="Verdana" w:hAnsi="Verdana"/>
                    <w:highlight w:val="green"/>
                  </w:rPr>
                  <w:t>aměstnanecký/smluvní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24D3FB80" w14:textId="736415D8" w:rsidR="00CB377A" w:rsidRDefault="008C3152" w:rsidP="002126E7">
      <w:pPr>
        <w:rPr>
          <w:lang w:eastAsia="cs-CZ"/>
        </w:rPr>
      </w:pPr>
      <w:r>
        <w:rPr>
          <w:lang w:eastAsia="cs-CZ"/>
        </w:rPr>
        <w:br w:type="page"/>
      </w:r>
    </w:p>
    <w:p w14:paraId="152A5EBC" w14:textId="62D694A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164CA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00E8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3152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239A"/>
    <w:rsid w:val="00A66136"/>
    <w:rsid w:val="00A92E7F"/>
    <w:rsid w:val="00A93A74"/>
    <w:rsid w:val="00AA4CBB"/>
    <w:rsid w:val="00AA65FA"/>
    <w:rsid w:val="00AA7351"/>
    <w:rsid w:val="00AB44B1"/>
    <w:rsid w:val="00AC029F"/>
    <w:rsid w:val="00AC1810"/>
    <w:rsid w:val="00AC4D2D"/>
    <w:rsid w:val="00AD056F"/>
    <w:rsid w:val="00AD6731"/>
    <w:rsid w:val="00AF3E3E"/>
    <w:rsid w:val="00B14767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13</Pages>
  <Words>1773</Words>
  <Characters>10461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21</cp:revision>
  <cp:lastPrinted>2017-11-28T17:18:00Z</cp:lastPrinted>
  <dcterms:created xsi:type="dcterms:W3CDTF">2023-03-01T08:18:00Z</dcterms:created>
  <dcterms:modified xsi:type="dcterms:W3CDTF">2024-11-13T13:01:00Z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